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1"/>
        <w:ind w:left="1410" w:hanging="1410"/>
        <w:jc w:val="both"/>
        <w:rPr>
          <w:highlight w:val="yellow"/>
        </w:rPr>
      </w:pPr>
      <w:r>
        <w:rPr/>
        <w:t xml:space="preserve">Příloha č. 1 k Příkazní smlouvě 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povolení stavby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dozor projektanta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dozoru projektanta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dozoru projektanta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rozhodnutí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1440" w:hanging="0"/>
        <w:jc w:val="left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 xml:space="preserve">Rekonstrukce </w:t>
    </w:r>
    <w:r>
      <w:rPr>
        <w:sz w:val="20"/>
        <w:szCs w:val="20"/>
      </w:rPr>
      <w:t>nádrže v Hlinném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 xml:space="preserve">Rekonstrukce </w:t>
    </w:r>
    <w:r>
      <w:rPr>
        <w:sz w:val="20"/>
        <w:szCs w:val="20"/>
      </w:rPr>
      <w:t>nádrže v Hlinném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/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B9AFD-0FA7-40B1-ACB0-1EA6499C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58</TotalTime>
  <Application>LibreOffice/7.3.3.2$Windows_X86_64 LibreOffice_project/d1d0ea68f081ee2800a922cac8f79445e4603348</Application>
  <AppVersion>15.0000</AppVersion>
  <Pages>3</Pages>
  <Words>1022</Words>
  <Characters>6774</Characters>
  <CharactersWithSpaces>7694</CharactersWithSpaces>
  <Paragraphs>70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2022-11-28T09:11:00Z</dcterms:created>
  <dc:creator>ing. Jaroslav Dufek</dc:creator>
  <dc:description/>
  <dc:language>cs-CZ</dc:language>
  <cp:lastModifiedBy/>
  <cp:lastPrinted>2013-04-22T13:00:00Z</cp:lastPrinted>
  <dcterms:modified xsi:type="dcterms:W3CDTF">2025-03-19T08:20:24Z</dcterms:modified>
  <cp:revision>29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